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82BD3">
      <w:pPr>
        <w:pStyle w:val="6"/>
        <w:shd w:val="clear" w:color="auto" w:fill="FEFEFE"/>
        <w:spacing w:before="0" w:beforeAutospacing="0" w:after="0" w:afterAutospacing="0"/>
        <w:rPr>
          <w:rFonts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附件1</w:t>
      </w:r>
    </w:p>
    <w:p w14:paraId="19A146D4">
      <w:pPr>
        <w:widowControl/>
        <w:shd w:val="clear" w:color="auto" w:fill="FFFFFF"/>
        <w:jc w:val="center"/>
        <w:rPr>
          <w:rFonts w:ascii="黑体" w:hAnsi="黑体" w:eastAsia="黑体" w:cs="黑体"/>
          <w:color w:val="000000"/>
          <w:spacing w:val="-1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  <w:lang w:val="en-US" w:eastAsia="zh-CN"/>
        </w:rPr>
        <w:t>松辽流域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</w:rPr>
        <w:t>局监测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  <w:lang w:val="en-US" w:eastAsia="zh-CN"/>
        </w:rPr>
        <w:t>与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</w:rPr>
        <w:t>科研中心</w:t>
      </w:r>
      <w:r>
        <w:rPr>
          <w:rFonts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  <w:lang w:val="en-US" w:eastAsia="zh-CN"/>
        </w:rPr>
        <w:t>5</w:t>
      </w:r>
      <w:r>
        <w:rPr>
          <w:rFonts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</w:rPr>
        <w:t>年度公开招聘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  <w:lang w:eastAsia="zh-CN"/>
        </w:rPr>
        <w:t>劳务派遣工作人员</w:t>
      </w:r>
      <w:r>
        <w:rPr>
          <w:rFonts w:ascii="方正小标宋简体" w:hAnsi="方正小标宋简体" w:eastAsia="方正小标宋简体" w:cs="方正小标宋简体"/>
          <w:color w:val="000000"/>
          <w:spacing w:val="-10"/>
          <w:kern w:val="0"/>
          <w:sz w:val="36"/>
          <w:szCs w:val="36"/>
        </w:rPr>
        <w:t>岗位信息表</w:t>
      </w:r>
    </w:p>
    <w:tbl>
      <w:tblPr>
        <w:tblStyle w:val="7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238"/>
        <w:gridCol w:w="2261"/>
        <w:gridCol w:w="734"/>
        <w:gridCol w:w="3947"/>
        <w:gridCol w:w="969"/>
        <w:gridCol w:w="972"/>
        <w:gridCol w:w="3530"/>
      </w:tblGrid>
      <w:tr w14:paraId="07508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tblHeader/>
        </w:trPr>
        <w:tc>
          <w:tcPr>
            <w:tcW w:w="1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04F3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序</w:t>
            </w: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br w:type="textWrapping"/>
            </w: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号</w:t>
            </w:r>
          </w:p>
        </w:tc>
        <w:tc>
          <w:tcPr>
            <w:tcW w:w="4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1F3D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岗位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名称</w:t>
            </w:r>
          </w:p>
        </w:tc>
        <w:tc>
          <w:tcPr>
            <w:tcW w:w="7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C59A7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岗位职责</w:t>
            </w:r>
          </w:p>
        </w:tc>
        <w:tc>
          <w:tcPr>
            <w:tcW w:w="2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198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332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18B8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岗位条件</w:t>
            </w:r>
          </w:p>
        </w:tc>
      </w:tr>
      <w:tr w14:paraId="681BF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tblHeader/>
        </w:trPr>
        <w:tc>
          <w:tcPr>
            <w:tcW w:w="1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B28D6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364679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800665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271BA5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250BC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专业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841B8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学历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18749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lang w:bidi="ar"/>
              </w:rPr>
              <w:t>学位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8EBDD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  <w:t>其他要求</w:t>
            </w:r>
          </w:p>
        </w:tc>
      </w:tr>
      <w:tr w14:paraId="77825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74" w:hRule="atLeast"/>
        </w:trPr>
        <w:tc>
          <w:tcPr>
            <w:tcW w:w="1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9E76E9E"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C527CE"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流域生态环境监测</w:t>
            </w:r>
          </w:p>
        </w:tc>
        <w:tc>
          <w:tcPr>
            <w:tcW w:w="798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6AEE7CF">
            <w:pPr>
              <w:widowControl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从事实验室常规理化指标分析测试，以及流域样品采集工作。</w:t>
            </w:r>
          </w:p>
        </w:tc>
        <w:tc>
          <w:tcPr>
            <w:tcW w:w="259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2B3B39E"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393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CFCB027">
            <w:pPr>
              <w:widowControl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大学本科：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化学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、分析化学、环境科学、环境工程、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环境科学与工程</w:t>
            </w:r>
          </w:p>
          <w:p w14:paraId="6ABCEF29">
            <w:pPr>
              <w:widowControl/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4812AA7"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大学本科及以上</w:t>
            </w:r>
          </w:p>
        </w:tc>
        <w:tc>
          <w:tcPr>
            <w:tcW w:w="343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51762B4"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取得与最高学历相对应的学位</w:t>
            </w:r>
          </w:p>
        </w:tc>
        <w:tc>
          <w:tcPr>
            <w:tcW w:w="12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6B63C">
            <w:pPr>
              <w:widowControl/>
              <w:adjustRightInd w:val="0"/>
              <w:snapToGrid w:val="0"/>
              <w:ind w:left="0" w:leftChars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需适应经常性长期出差，熟练操作实验室大型仪器或有相关工作经验，具备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 w:bidi="ar"/>
              </w:rPr>
              <w:t>机动车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驾驶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 w:bidi="ar"/>
              </w:rPr>
              <w:t>能力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（持有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C1以上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有效机动车驾驶证）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>具备较强责任心和团队合作能力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 w:bidi="ar"/>
              </w:rPr>
              <w:t>。</w:t>
            </w:r>
          </w:p>
        </w:tc>
      </w:tr>
    </w:tbl>
    <w:p w14:paraId="58FDEC50">
      <w:pPr>
        <w:spacing w:line="20" w:lineRule="exact"/>
        <w:rPr>
          <w:sz w:val="16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attachedTemplate r:id="rId1"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5OGYxYmViMGMyOTYwODkzNWQ0ZTNlMzhjMDljNTMifQ=="/>
  </w:docVars>
  <w:rsids>
    <w:rsidRoot w:val="00340B34"/>
    <w:rsid w:val="000E3C40"/>
    <w:rsid w:val="001843B3"/>
    <w:rsid w:val="00194136"/>
    <w:rsid w:val="00196DDC"/>
    <w:rsid w:val="001E1470"/>
    <w:rsid w:val="00237507"/>
    <w:rsid w:val="0024081A"/>
    <w:rsid w:val="0029230C"/>
    <w:rsid w:val="002A548E"/>
    <w:rsid w:val="002F02C7"/>
    <w:rsid w:val="0031651A"/>
    <w:rsid w:val="00340B34"/>
    <w:rsid w:val="004015B7"/>
    <w:rsid w:val="004F1187"/>
    <w:rsid w:val="0054266D"/>
    <w:rsid w:val="00652B24"/>
    <w:rsid w:val="00696292"/>
    <w:rsid w:val="006D3EF8"/>
    <w:rsid w:val="006F18C4"/>
    <w:rsid w:val="007926BE"/>
    <w:rsid w:val="007B212C"/>
    <w:rsid w:val="007B609A"/>
    <w:rsid w:val="0083582B"/>
    <w:rsid w:val="008C09B9"/>
    <w:rsid w:val="009212C4"/>
    <w:rsid w:val="009710BC"/>
    <w:rsid w:val="00A237C5"/>
    <w:rsid w:val="00A30F2D"/>
    <w:rsid w:val="00A56272"/>
    <w:rsid w:val="00AA7DEE"/>
    <w:rsid w:val="00AD076D"/>
    <w:rsid w:val="00B32353"/>
    <w:rsid w:val="00B934A6"/>
    <w:rsid w:val="00BA0C7E"/>
    <w:rsid w:val="00BC4EF7"/>
    <w:rsid w:val="00BF367B"/>
    <w:rsid w:val="00CA04E3"/>
    <w:rsid w:val="00CE3820"/>
    <w:rsid w:val="00DB6E44"/>
    <w:rsid w:val="00F06246"/>
    <w:rsid w:val="049277CE"/>
    <w:rsid w:val="09CA3125"/>
    <w:rsid w:val="0C6A511C"/>
    <w:rsid w:val="0CCE2B10"/>
    <w:rsid w:val="0E0C4200"/>
    <w:rsid w:val="0F3D5D2B"/>
    <w:rsid w:val="0FFC6C5E"/>
    <w:rsid w:val="10352EA6"/>
    <w:rsid w:val="105A742A"/>
    <w:rsid w:val="10973B61"/>
    <w:rsid w:val="13070B2A"/>
    <w:rsid w:val="1AC11A25"/>
    <w:rsid w:val="1DA43419"/>
    <w:rsid w:val="1EF06916"/>
    <w:rsid w:val="236B1652"/>
    <w:rsid w:val="28202B61"/>
    <w:rsid w:val="29962275"/>
    <w:rsid w:val="30FE32FE"/>
    <w:rsid w:val="31255025"/>
    <w:rsid w:val="31510487"/>
    <w:rsid w:val="32011F47"/>
    <w:rsid w:val="33BE6B8B"/>
    <w:rsid w:val="385950D4"/>
    <w:rsid w:val="39F03816"/>
    <w:rsid w:val="3BE77721"/>
    <w:rsid w:val="3DAD27BA"/>
    <w:rsid w:val="3EAE3F20"/>
    <w:rsid w:val="3FDB0AC5"/>
    <w:rsid w:val="441207BA"/>
    <w:rsid w:val="47BF266A"/>
    <w:rsid w:val="490043B9"/>
    <w:rsid w:val="51202435"/>
    <w:rsid w:val="536F1AF1"/>
    <w:rsid w:val="55642E8C"/>
    <w:rsid w:val="56AB2994"/>
    <w:rsid w:val="58FC00C0"/>
    <w:rsid w:val="5A6A4AC7"/>
    <w:rsid w:val="619D39D4"/>
    <w:rsid w:val="663829F0"/>
    <w:rsid w:val="66387513"/>
    <w:rsid w:val="6841330B"/>
    <w:rsid w:val="6B5C54C4"/>
    <w:rsid w:val="6B792DBC"/>
    <w:rsid w:val="6CDC1854"/>
    <w:rsid w:val="70276183"/>
    <w:rsid w:val="711F313E"/>
    <w:rsid w:val="716D6F1F"/>
    <w:rsid w:val="773D7EE5"/>
    <w:rsid w:val="7FD4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eamsoft\DSOA\wdzx97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Pages>1</Pages>
  <Words>221</Words>
  <Characters>225</Characters>
  <Lines>16</Lines>
  <Paragraphs>4</Paragraphs>
  <TotalTime>0</TotalTime>
  <ScaleCrop>false</ScaleCrop>
  <LinksUpToDate>false</LinksUpToDate>
  <CharactersWithSpaces>229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2024-04-12T02:37:00Z</dcterms:created>
  <dc:creator>李芳</dc:creator>
  <cp:lastModifiedBy>lulu</cp:lastModifiedBy>
  <cp:lastPrinted>2025-07-23T11:26:00Z</cp:lastPrinted>
  <dcterms:modified xsi:type="dcterms:W3CDTF">2025-07-28T05:31:57Z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663C7AFB4030416B979D65D4420D5A40_13</vt:lpwstr>
  </property>
  <property fmtid="{D5CDD505-2E9C-101B-9397-08002B2CF9AE}" pid="4" name="KSOTemplateDocerSaveRecord">
    <vt:lpwstr>eyJoZGlkIjoiNmMyYTIyZmMxY2FmMmM4ZmQ2ODY5OTgxYWIxYjg4NzYiLCJ1c2VySWQiOiIzMTg1OTUzMDUifQ==</vt:lpwstr>
  </property>
</Properties>
</file>